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4E" w:rsidRPr="00307471" w:rsidRDefault="0063034E" w:rsidP="003F38F6">
      <w:pPr>
        <w:spacing w:after="0" w:line="240" w:lineRule="auto"/>
        <w:ind w:left="9130"/>
        <w:rPr>
          <w:rFonts w:ascii="Times New Roman" w:hAnsi="Times New Roman" w:cs="Times New Roman"/>
          <w:sz w:val="28"/>
          <w:szCs w:val="28"/>
        </w:rPr>
      </w:pPr>
      <w:r w:rsidRPr="00307471">
        <w:rPr>
          <w:rFonts w:ascii="Times New Roman" w:hAnsi="Times New Roman" w:cs="Times New Roman"/>
          <w:sz w:val="28"/>
          <w:szCs w:val="28"/>
        </w:rPr>
        <w:t>ПРИЛОЖЕНИЕ</w:t>
      </w:r>
    </w:p>
    <w:p w:rsidR="0063034E" w:rsidRPr="00307471" w:rsidRDefault="0063034E" w:rsidP="003F38F6">
      <w:pPr>
        <w:spacing w:after="0" w:line="240" w:lineRule="auto"/>
        <w:ind w:left="9130"/>
        <w:rPr>
          <w:rFonts w:ascii="Times New Roman" w:hAnsi="Times New Roman" w:cs="Times New Roman"/>
          <w:sz w:val="28"/>
          <w:szCs w:val="28"/>
        </w:rPr>
      </w:pPr>
      <w:r w:rsidRPr="00307471">
        <w:rPr>
          <w:rFonts w:ascii="Times New Roman" w:hAnsi="Times New Roman" w:cs="Times New Roman"/>
          <w:sz w:val="28"/>
          <w:szCs w:val="28"/>
        </w:rPr>
        <w:t>УТВЕРЖДЕН</w:t>
      </w:r>
    </w:p>
    <w:p w:rsidR="0063034E" w:rsidRPr="00307471" w:rsidRDefault="0063034E" w:rsidP="003F38F6">
      <w:pPr>
        <w:spacing w:after="0" w:line="240" w:lineRule="auto"/>
        <w:ind w:left="9130"/>
        <w:rPr>
          <w:rFonts w:ascii="Times New Roman" w:hAnsi="Times New Roman" w:cs="Times New Roman"/>
          <w:sz w:val="28"/>
          <w:szCs w:val="28"/>
        </w:rPr>
      </w:pPr>
      <w:r w:rsidRPr="00307471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63034E" w:rsidRPr="00307471" w:rsidRDefault="0063034E" w:rsidP="003F38F6">
      <w:pPr>
        <w:spacing w:after="0" w:line="240" w:lineRule="auto"/>
        <w:ind w:left="9130"/>
        <w:rPr>
          <w:rFonts w:ascii="Times New Roman" w:hAnsi="Times New Roman" w:cs="Times New Roman"/>
          <w:spacing w:val="-2"/>
          <w:sz w:val="28"/>
          <w:szCs w:val="28"/>
        </w:rPr>
      </w:pPr>
      <w:r w:rsidRPr="00307471">
        <w:rPr>
          <w:rFonts w:ascii="Times New Roman" w:hAnsi="Times New Roman" w:cs="Times New Roman"/>
          <w:spacing w:val="-2"/>
          <w:sz w:val="28"/>
          <w:szCs w:val="28"/>
        </w:rPr>
        <w:t xml:space="preserve">Школьненского сельского поселения </w:t>
      </w:r>
    </w:p>
    <w:p w:rsidR="0063034E" w:rsidRPr="00307471" w:rsidRDefault="0063034E" w:rsidP="003F38F6">
      <w:pPr>
        <w:spacing w:after="0" w:line="240" w:lineRule="auto"/>
        <w:ind w:left="9130"/>
        <w:rPr>
          <w:rFonts w:ascii="Times New Roman" w:hAnsi="Times New Roman" w:cs="Times New Roman"/>
          <w:spacing w:val="-2"/>
          <w:sz w:val="28"/>
          <w:szCs w:val="28"/>
        </w:rPr>
      </w:pPr>
      <w:r w:rsidRPr="00307471">
        <w:rPr>
          <w:rFonts w:ascii="Times New Roman" w:hAnsi="Times New Roman" w:cs="Times New Roman"/>
          <w:spacing w:val="-2"/>
          <w:sz w:val="28"/>
          <w:szCs w:val="28"/>
        </w:rPr>
        <w:t>Белореченского района</w:t>
      </w:r>
    </w:p>
    <w:p w:rsidR="0063034E" w:rsidRPr="00307471" w:rsidRDefault="0063034E" w:rsidP="003F38F6">
      <w:pPr>
        <w:spacing w:after="0" w:line="240" w:lineRule="auto"/>
        <w:ind w:left="9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20.07.2017</w:t>
      </w:r>
      <w:r w:rsidRPr="0030747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97-р</w:t>
      </w:r>
    </w:p>
    <w:p w:rsidR="0063034E" w:rsidRPr="00A87CED" w:rsidRDefault="0063034E" w:rsidP="003F38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034E" w:rsidRDefault="0063034E" w:rsidP="003F38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3F38F6">
        <w:rPr>
          <w:rFonts w:ascii="Times New Roman" w:hAnsi="Times New Roman" w:cs="Times New Roman"/>
          <w:b/>
          <w:bCs/>
          <w:spacing w:val="-3"/>
          <w:sz w:val="28"/>
          <w:szCs w:val="28"/>
        </w:rPr>
        <w:t>ПЛАН</w:t>
      </w:r>
    </w:p>
    <w:p w:rsidR="0063034E" w:rsidRPr="003F38F6" w:rsidRDefault="0063034E" w:rsidP="003F38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63034E" w:rsidRPr="003F38F6" w:rsidRDefault="0063034E" w:rsidP="003F38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3F38F6">
        <w:rPr>
          <w:rFonts w:ascii="Times New Roman" w:hAnsi="Times New Roman" w:cs="Times New Roman"/>
          <w:b/>
          <w:bCs/>
          <w:spacing w:val="-1"/>
          <w:sz w:val="28"/>
          <w:szCs w:val="28"/>
        </w:rPr>
        <w:t>по устранению с 1 января 2018 года неэффективных льгот (пониженных ставок по налогам)</w:t>
      </w:r>
    </w:p>
    <w:p w:rsidR="0063034E" w:rsidRPr="003F38F6" w:rsidRDefault="0063034E" w:rsidP="003F38F6">
      <w:pPr>
        <w:spacing w:after="374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467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1699"/>
        <w:gridCol w:w="1570"/>
        <w:gridCol w:w="3830"/>
        <w:gridCol w:w="3255"/>
        <w:gridCol w:w="1705"/>
        <w:gridCol w:w="2035"/>
      </w:tblGrid>
      <w:tr w:rsidR="0063034E">
        <w:trPr>
          <w:trHeight w:hRule="exact" w:val="203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spacing w:line="274" w:lineRule="exact"/>
              <w:ind w:left="50" w:right="36" w:firstLine="7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Мероприятие </w:t>
            </w:r>
            <w:r w:rsidRPr="003F38F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устране</w:t>
            </w:r>
            <w:r w:rsidRPr="003F38F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3F38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нию налого</w:t>
            </w:r>
            <w:r w:rsidRPr="003F38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 xml:space="preserve">вых льгот </w:t>
            </w:r>
            <w:r w:rsidRPr="003F3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(пониженных </w:t>
            </w: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ставок по налогам)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spacing w:line="274" w:lineRule="exact"/>
              <w:ind w:left="72" w:right="65" w:firstLine="7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</w:t>
            </w:r>
            <w:r w:rsidRPr="003F38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F3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ние налого</w:t>
            </w:r>
            <w:r w:rsidRPr="003F3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3F38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вой льготы </w:t>
            </w:r>
            <w:r w:rsidRPr="003F38F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(понижен</w:t>
            </w:r>
            <w:r w:rsidRPr="003F38F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3F38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ной ставки </w:t>
            </w:r>
            <w:r w:rsidRPr="003F38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 налогам)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spacing w:line="274" w:lineRule="exact"/>
              <w:ind w:left="518" w:right="511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Наименование категории </w:t>
            </w: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налогоплательщиков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spacing w:line="274" w:lineRule="exact"/>
              <w:ind w:left="101" w:right="86"/>
              <w:jc w:val="center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Наименование нормативно-</w:t>
            </w:r>
            <w:r w:rsidRPr="003F3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правового акта субъекта Рос</w:t>
            </w:r>
            <w:r w:rsidRPr="003F38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3F38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сийской Федерации, устано</w:t>
            </w:r>
            <w:r w:rsidRPr="003F38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вившего налоговую льготу (пониженную ставку </w:t>
            </w: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по налогу)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spacing w:line="281" w:lineRule="exact"/>
              <w:ind w:left="79" w:right="72"/>
              <w:jc w:val="center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3F38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исполнения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spacing w:line="281" w:lineRule="exact"/>
              <w:ind w:left="29" w:right="36"/>
              <w:jc w:val="center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Ответственный </w:t>
            </w:r>
            <w:r w:rsidRPr="003F38F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исполнитель</w:t>
            </w:r>
          </w:p>
        </w:tc>
      </w:tr>
      <w:tr w:rsidR="0063034E">
        <w:trPr>
          <w:trHeight w:hRule="exact" w:val="3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ind w:left="151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ind w:left="684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ind w:left="619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ind w:left="1742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3F38F6" w:rsidRDefault="0063034E" w:rsidP="00341AC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3034E" w:rsidRPr="003F38F6">
        <w:trPr>
          <w:trHeight w:hRule="exact" w:val="247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Default="0063034E" w:rsidP="00341AC9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BB1814" w:rsidRDefault="0063034E" w:rsidP="00BB1814">
            <w:pPr>
              <w:shd w:val="clear" w:color="auto" w:fill="FFFFFF"/>
              <w:spacing w:line="274" w:lineRule="exact"/>
              <w:ind w:left="58" w:righ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z w:val="28"/>
                <w:szCs w:val="28"/>
              </w:rPr>
              <w:t xml:space="preserve">Отмена </w:t>
            </w:r>
            <w:r w:rsidRPr="00BB18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 1 января </w:t>
            </w: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2018 года по</w:t>
            </w: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BB1814">
              <w:rPr>
                <w:rFonts w:ascii="Times New Roman" w:hAnsi="Times New Roman" w:cs="Times New Roman"/>
                <w:sz w:val="28"/>
                <w:szCs w:val="28"/>
              </w:rPr>
              <w:t xml:space="preserve">ниженной </w:t>
            </w:r>
            <w:r w:rsidRPr="00BB18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налоговой </w:t>
            </w:r>
            <w:r w:rsidRPr="00BB1814">
              <w:rPr>
                <w:rFonts w:ascii="Times New Roman" w:hAnsi="Times New Roman" w:cs="Times New Roman"/>
                <w:sz w:val="28"/>
                <w:szCs w:val="28"/>
              </w:rPr>
              <w:t>ставки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BB1814" w:rsidRDefault="0063034E" w:rsidP="00BB18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пониженная налоговая</w:t>
            </w:r>
          </w:p>
          <w:p w:rsidR="0063034E" w:rsidRPr="00BB1814" w:rsidRDefault="0063034E" w:rsidP="00BB18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z w:val="28"/>
                <w:szCs w:val="28"/>
              </w:rPr>
              <w:t>ставка</w:t>
            </w:r>
          </w:p>
          <w:p w:rsidR="0063034E" w:rsidRPr="00BB1814" w:rsidRDefault="0063034E" w:rsidP="00BB18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z w:val="28"/>
                <w:szCs w:val="28"/>
              </w:rPr>
              <w:t>(0,25%) по</w:t>
            </w:r>
          </w:p>
          <w:p w:rsidR="0063034E" w:rsidRPr="00BB1814" w:rsidRDefault="0063034E" w:rsidP="00BB18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земельному налогу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BB1814" w:rsidRDefault="0063034E" w:rsidP="00BB1814">
            <w:pPr>
              <w:shd w:val="clear" w:color="auto" w:fill="FFFFFF"/>
              <w:spacing w:line="274" w:lineRule="exact"/>
              <w:ind w:right="14" w:firstLine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z w:val="28"/>
                <w:szCs w:val="28"/>
              </w:rPr>
              <w:t>административные здания, объекты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BB1814" w:rsidRDefault="0063034E" w:rsidP="00BB1814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подпункт 3.1 </w:t>
            </w: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пункт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3</w:t>
            </w: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B1814">
              <w:rPr>
                <w:rFonts w:ascii="Times New Roman" w:hAnsi="Times New Roman" w:cs="Times New Roman"/>
                <w:sz w:val="28"/>
                <w:szCs w:val="28"/>
              </w:rPr>
              <w:t>Совета Школьненского сельского поселения № 52 от 20 октября 2010 года «О земельном налоге»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18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(далее -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Решение</w:t>
            </w:r>
            <w:r w:rsidRPr="00BB18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52</w:t>
            </w:r>
            <w:r w:rsidRPr="00BB18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BB1814" w:rsidRDefault="0063034E" w:rsidP="00EB5E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до 1 декабря</w:t>
            </w:r>
          </w:p>
          <w:p w:rsidR="0063034E" w:rsidRPr="00BB1814" w:rsidRDefault="0063034E" w:rsidP="00EB5E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2017 года*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34E" w:rsidRPr="00BB1814" w:rsidRDefault="0063034E" w:rsidP="00EB5E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Финансовый отдел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администрации Школьненского сельского поселения</w:t>
            </w:r>
          </w:p>
        </w:tc>
      </w:tr>
    </w:tbl>
    <w:p w:rsidR="0063034E" w:rsidRPr="005E36BE" w:rsidRDefault="0063034E" w:rsidP="008323AF">
      <w:pPr>
        <w:shd w:val="clear" w:color="auto" w:fill="FFFFFF"/>
        <w:spacing w:before="101" w:line="310" w:lineRule="exact"/>
        <w:ind w:left="158" w:right="160" w:firstLine="7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*</w:t>
      </w:r>
      <w:r w:rsidRPr="005E36BE">
        <w:rPr>
          <w:rFonts w:ascii="Times New Roman" w:hAnsi="Times New Roman" w:cs="Times New Roman"/>
          <w:spacing w:val="-1"/>
          <w:sz w:val="28"/>
          <w:szCs w:val="28"/>
        </w:rPr>
        <w:t xml:space="preserve">Вступление в силу </w:t>
      </w:r>
      <w:r>
        <w:rPr>
          <w:rFonts w:ascii="Times New Roman" w:hAnsi="Times New Roman" w:cs="Times New Roman"/>
          <w:spacing w:val="-1"/>
          <w:sz w:val="28"/>
          <w:szCs w:val="28"/>
        </w:rPr>
        <w:t>Решения Совета Школьненского сельского поселения Белореченского района</w:t>
      </w:r>
      <w:r w:rsidRPr="005E36BE">
        <w:rPr>
          <w:rFonts w:ascii="Times New Roman" w:hAnsi="Times New Roman" w:cs="Times New Roman"/>
          <w:spacing w:val="-1"/>
          <w:sz w:val="28"/>
          <w:szCs w:val="28"/>
        </w:rPr>
        <w:t xml:space="preserve"> предусматривающего отмену с 1 января 2018 года н</w:t>
      </w:r>
      <w:r>
        <w:rPr>
          <w:rFonts w:ascii="Times New Roman" w:hAnsi="Times New Roman" w:cs="Times New Roman"/>
          <w:spacing w:val="-1"/>
          <w:sz w:val="28"/>
          <w:szCs w:val="28"/>
        </w:rPr>
        <w:t>еэффективных льгот (понижение</w:t>
      </w:r>
      <w:r w:rsidRPr="005E36BE">
        <w:rPr>
          <w:rFonts w:ascii="Times New Roman" w:hAnsi="Times New Roman" w:cs="Times New Roman"/>
          <w:spacing w:val="-1"/>
          <w:sz w:val="28"/>
          <w:szCs w:val="28"/>
        </w:rPr>
        <w:t xml:space="preserve"> ставок по налогам); обеспечение подготовки и внесения в установленном порядке в </w:t>
      </w:r>
      <w:r>
        <w:rPr>
          <w:rFonts w:ascii="Times New Roman" w:hAnsi="Times New Roman" w:cs="Times New Roman"/>
          <w:spacing w:val="-1"/>
          <w:sz w:val="28"/>
          <w:szCs w:val="28"/>
        </w:rPr>
        <w:t>Совет Школьненского сельского поселения Белореченского района</w:t>
      </w:r>
      <w:r w:rsidRPr="005E36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E36BE">
        <w:rPr>
          <w:rFonts w:ascii="Times New Roman" w:hAnsi="Times New Roman" w:cs="Times New Roman"/>
          <w:sz w:val="28"/>
          <w:szCs w:val="28"/>
        </w:rPr>
        <w:t xml:space="preserve">проекта соответствующего </w:t>
      </w:r>
      <w:r>
        <w:rPr>
          <w:rFonts w:ascii="Times New Roman" w:hAnsi="Times New Roman" w:cs="Times New Roman"/>
          <w:spacing w:val="-1"/>
          <w:sz w:val="28"/>
          <w:szCs w:val="28"/>
        </w:rPr>
        <w:t>Решения Совета Школьненского сельского поселения Белореченского района</w:t>
      </w:r>
      <w:r w:rsidRPr="005E36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E36BE">
        <w:rPr>
          <w:rFonts w:ascii="Times New Roman" w:hAnsi="Times New Roman" w:cs="Times New Roman"/>
          <w:sz w:val="28"/>
          <w:szCs w:val="28"/>
        </w:rPr>
        <w:t>до 1 октября 2017 года.</w:t>
      </w:r>
    </w:p>
    <w:p w:rsidR="0063034E" w:rsidRDefault="0063034E" w:rsidP="0095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34E" w:rsidRDefault="0063034E" w:rsidP="0095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3034E" w:rsidRDefault="0063034E" w:rsidP="00954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администрации Школьненского</w:t>
      </w:r>
      <w:r w:rsidRPr="00EE3A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                                                                            Леник Е.В.</w:t>
      </w:r>
    </w:p>
    <w:sectPr w:rsidR="0063034E" w:rsidSect="00EB5E9E">
      <w:pgSz w:w="16838" w:h="11906" w:orient="landscape"/>
      <w:pgMar w:top="454" w:right="567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D3C"/>
    <w:rsid w:val="00000951"/>
    <w:rsid w:val="00012EC2"/>
    <w:rsid w:val="00023CA8"/>
    <w:rsid w:val="000305D9"/>
    <w:rsid w:val="00032F3F"/>
    <w:rsid w:val="00033672"/>
    <w:rsid w:val="00040D2B"/>
    <w:rsid w:val="00054B4E"/>
    <w:rsid w:val="00061724"/>
    <w:rsid w:val="00061EBA"/>
    <w:rsid w:val="00063071"/>
    <w:rsid w:val="00094139"/>
    <w:rsid w:val="00094758"/>
    <w:rsid w:val="0009784B"/>
    <w:rsid w:val="000B2DD8"/>
    <w:rsid w:val="000B6654"/>
    <w:rsid w:val="000C2DE1"/>
    <w:rsid w:val="000C3700"/>
    <w:rsid w:val="000C4741"/>
    <w:rsid w:val="000C49FC"/>
    <w:rsid w:val="000C503F"/>
    <w:rsid w:val="000C5C73"/>
    <w:rsid w:val="000D3196"/>
    <w:rsid w:val="000D4FF9"/>
    <w:rsid w:val="000D5BFA"/>
    <w:rsid w:val="000E256E"/>
    <w:rsid w:val="000F3DDA"/>
    <w:rsid w:val="000F429B"/>
    <w:rsid w:val="000F6348"/>
    <w:rsid w:val="000F7DD1"/>
    <w:rsid w:val="001016F9"/>
    <w:rsid w:val="00106366"/>
    <w:rsid w:val="00107A4C"/>
    <w:rsid w:val="001109C6"/>
    <w:rsid w:val="001115FE"/>
    <w:rsid w:val="001236E1"/>
    <w:rsid w:val="00127752"/>
    <w:rsid w:val="0013055F"/>
    <w:rsid w:val="00143B9A"/>
    <w:rsid w:val="0014427C"/>
    <w:rsid w:val="001470CD"/>
    <w:rsid w:val="00150802"/>
    <w:rsid w:val="001511AE"/>
    <w:rsid w:val="0015377A"/>
    <w:rsid w:val="00160504"/>
    <w:rsid w:val="00162CC5"/>
    <w:rsid w:val="00164A27"/>
    <w:rsid w:val="0017709E"/>
    <w:rsid w:val="00182464"/>
    <w:rsid w:val="00184491"/>
    <w:rsid w:val="001922F7"/>
    <w:rsid w:val="001A0028"/>
    <w:rsid w:val="001B4733"/>
    <w:rsid w:val="001B5B3F"/>
    <w:rsid w:val="001C0818"/>
    <w:rsid w:val="001C62E1"/>
    <w:rsid w:val="001D41E3"/>
    <w:rsid w:val="001F3294"/>
    <w:rsid w:val="001F4A3C"/>
    <w:rsid w:val="00200D1F"/>
    <w:rsid w:val="00202864"/>
    <w:rsid w:val="0020590D"/>
    <w:rsid w:val="002110F8"/>
    <w:rsid w:val="002114DB"/>
    <w:rsid w:val="00224108"/>
    <w:rsid w:val="00227011"/>
    <w:rsid w:val="002408E1"/>
    <w:rsid w:val="00243E27"/>
    <w:rsid w:val="00247BF9"/>
    <w:rsid w:val="00251F2E"/>
    <w:rsid w:val="00286331"/>
    <w:rsid w:val="00287AAF"/>
    <w:rsid w:val="00296D5A"/>
    <w:rsid w:val="002A1C4B"/>
    <w:rsid w:val="002A6C91"/>
    <w:rsid w:val="002B208A"/>
    <w:rsid w:val="002B34A0"/>
    <w:rsid w:val="002B3D25"/>
    <w:rsid w:val="002D3244"/>
    <w:rsid w:val="002D3672"/>
    <w:rsid w:val="002E0CD7"/>
    <w:rsid w:val="002E1193"/>
    <w:rsid w:val="002E1D3C"/>
    <w:rsid w:val="002E4FD7"/>
    <w:rsid w:val="002E5A46"/>
    <w:rsid w:val="002E5E1F"/>
    <w:rsid w:val="0030205C"/>
    <w:rsid w:val="00307471"/>
    <w:rsid w:val="00312316"/>
    <w:rsid w:val="00317864"/>
    <w:rsid w:val="00321B32"/>
    <w:rsid w:val="00326211"/>
    <w:rsid w:val="0032693D"/>
    <w:rsid w:val="00334116"/>
    <w:rsid w:val="00335AC3"/>
    <w:rsid w:val="00341AC9"/>
    <w:rsid w:val="003437B8"/>
    <w:rsid w:val="003468FD"/>
    <w:rsid w:val="00360AAE"/>
    <w:rsid w:val="003766B3"/>
    <w:rsid w:val="003778F8"/>
    <w:rsid w:val="00381D6F"/>
    <w:rsid w:val="00382753"/>
    <w:rsid w:val="00392983"/>
    <w:rsid w:val="00393872"/>
    <w:rsid w:val="00393D9E"/>
    <w:rsid w:val="00395B8F"/>
    <w:rsid w:val="003A4D53"/>
    <w:rsid w:val="003A532B"/>
    <w:rsid w:val="003B2F6B"/>
    <w:rsid w:val="003B5F48"/>
    <w:rsid w:val="003B794E"/>
    <w:rsid w:val="003C5C9D"/>
    <w:rsid w:val="003C72C9"/>
    <w:rsid w:val="003D183D"/>
    <w:rsid w:val="003F38F6"/>
    <w:rsid w:val="00403EB9"/>
    <w:rsid w:val="00406912"/>
    <w:rsid w:val="004226A0"/>
    <w:rsid w:val="004226D5"/>
    <w:rsid w:val="00427327"/>
    <w:rsid w:val="00427A17"/>
    <w:rsid w:val="004319CF"/>
    <w:rsid w:val="004320B6"/>
    <w:rsid w:val="00436E6F"/>
    <w:rsid w:val="00445110"/>
    <w:rsid w:val="00445964"/>
    <w:rsid w:val="00447C00"/>
    <w:rsid w:val="00462B23"/>
    <w:rsid w:val="004733A2"/>
    <w:rsid w:val="00477964"/>
    <w:rsid w:val="00487659"/>
    <w:rsid w:val="00491422"/>
    <w:rsid w:val="00496914"/>
    <w:rsid w:val="004A5D32"/>
    <w:rsid w:val="004C628D"/>
    <w:rsid w:val="004D35FD"/>
    <w:rsid w:val="004D660D"/>
    <w:rsid w:val="004D70AA"/>
    <w:rsid w:val="004E6189"/>
    <w:rsid w:val="004F10D4"/>
    <w:rsid w:val="004F18D1"/>
    <w:rsid w:val="004F5C87"/>
    <w:rsid w:val="0050261D"/>
    <w:rsid w:val="00526311"/>
    <w:rsid w:val="005275B9"/>
    <w:rsid w:val="00532D75"/>
    <w:rsid w:val="00535F90"/>
    <w:rsid w:val="00541DAA"/>
    <w:rsid w:val="00544EB5"/>
    <w:rsid w:val="0054523A"/>
    <w:rsid w:val="00552B7A"/>
    <w:rsid w:val="0055628D"/>
    <w:rsid w:val="005645DA"/>
    <w:rsid w:val="00566524"/>
    <w:rsid w:val="0058103E"/>
    <w:rsid w:val="005856EF"/>
    <w:rsid w:val="005900BF"/>
    <w:rsid w:val="005A0A27"/>
    <w:rsid w:val="005A6F41"/>
    <w:rsid w:val="005B37C9"/>
    <w:rsid w:val="005B7482"/>
    <w:rsid w:val="005C06B7"/>
    <w:rsid w:val="005C2CAC"/>
    <w:rsid w:val="005C2E20"/>
    <w:rsid w:val="005C456F"/>
    <w:rsid w:val="005C569B"/>
    <w:rsid w:val="005D47AD"/>
    <w:rsid w:val="005E2C52"/>
    <w:rsid w:val="005E36BE"/>
    <w:rsid w:val="005E3E62"/>
    <w:rsid w:val="005E7E0E"/>
    <w:rsid w:val="00602751"/>
    <w:rsid w:val="00604EBF"/>
    <w:rsid w:val="00605C2E"/>
    <w:rsid w:val="00622274"/>
    <w:rsid w:val="00623D28"/>
    <w:rsid w:val="0063034E"/>
    <w:rsid w:val="00634214"/>
    <w:rsid w:val="00634A74"/>
    <w:rsid w:val="00634FB3"/>
    <w:rsid w:val="00640255"/>
    <w:rsid w:val="006424BA"/>
    <w:rsid w:val="006435F0"/>
    <w:rsid w:val="00650AD7"/>
    <w:rsid w:val="00654336"/>
    <w:rsid w:val="006543C7"/>
    <w:rsid w:val="00656122"/>
    <w:rsid w:val="006562DD"/>
    <w:rsid w:val="006566D8"/>
    <w:rsid w:val="00656CC6"/>
    <w:rsid w:val="00660A24"/>
    <w:rsid w:val="00681569"/>
    <w:rsid w:val="00686BC1"/>
    <w:rsid w:val="006A5391"/>
    <w:rsid w:val="006B402F"/>
    <w:rsid w:val="006B7B09"/>
    <w:rsid w:val="006B7F94"/>
    <w:rsid w:val="006C656E"/>
    <w:rsid w:val="006D1FCE"/>
    <w:rsid w:val="006D6918"/>
    <w:rsid w:val="006E21F7"/>
    <w:rsid w:val="006E630A"/>
    <w:rsid w:val="006F07AC"/>
    <w:rsid w:val="006F2538"/>
    <w:rsid w:val="006F50AF"/>
    <w:rsid w:val="006F722B"/>
    <w:rsid w:val="0070144B"/>
    <w:rsid w:val="00704197"/>
    <w:rsid w:val="007057FA"/>
    <w:rsid w:val="00707D7E"/>
    <w:rsid w:val="00711DBE"/>
    <w:rsid w:val="0071395C"/>
    <w:rsid w:val="00724B83"/>
    <w:rsid w:val="00731939"/>
    <w:rsid w:val="007324F7"/>
    <w:rsid w:val="00746E47"/>
    <w:rsid w:val="0074755E"/>
    <w:rsid w:val="007505C4"/>
    <w:rsid w:val="007547EC"/>
    <w:rsid w:val="0076024C"/>
    <w:rsid w:val="007670E4"/>
    <w:rsid w:val="00783653"/>
    <w:rsid w:val="00784271"/>
    <w:rsid w:val="00795BFF"/>
    <w:rsid w:val="007A16AA"/>
    <w:rsid w:val="007A6A4B"/>
    <w:rsid w:val="007B0206"/>
    <w:rsid w:val="007B7A00"/>
    <w:rsid w:val="007C29D4"/>
    <w:rsid w:val="007C754B"/>
    <w:rsid w:val="007C7B58"/>
    <w:rsid w:val="007D2C1E"/>
    <w:rsid w:val="007D3A42"/>
    <w:rsid w:val="007D423F"/>
    <w:rsid w:val="007F160A"/>
    <w:rsid w:val="007F2D84"/>
    <w:rsid w:val="007F4A9B"/>
    <w:rsid w:val="007F6259"/>
    <w:rsid w:val="007F65D1"/>
    <w:rsid w:val="007F66CD"/>
    <w:rsid w:val="00807C24"/>
    <w:rsid w:val="008323AF"/>
    <w:rsid w:val="00833C85"/>
    <w:rsid w:val="00841C22"/>
    <w:rsid w:val="00842061"/>
    <w:rsid w:val="00843E90"/>
    <w:rsid w:val="008678CA"/>
    <w:rsid w:val="00872D1D"/>
    <w:rsid w:val="00876EEC"/>
    <w:rsid w:val="00880EEF"/>
    <w:rsid w:val="00887CB6"/>
    <w:rsid w:val="00891EB6"/>
    <w:rsid w:val="00891F36"/>
    <w:rsid w:val="008A66BE"/>
    <w:rsid w:val="008B3A92"/>
    <w:rsid w:val="008B50CA"/>
    <w:rsid w:val="008D0D7D"/>
    <w:rsid w:val="008D2E36"/>
    <w:rsid w:val="008E7C4F"/>
    <w:rsid w:val="008F13C5"/>
    <w:rsid w:val="008F25C5"/>
    <w:rsid w:val="008F6970"/>
    <w:rsid w:val="009053D5"/>
    <w:rsid w:val="0091375A"/>
    <w:rsid w:val="00913BD6"/>
    <w:rsid w:val="0091597F"/>
    <w:rsid w:val="009214B7"/>
    <w:rsid w:val="00923DFC"/>
    <w:rsid w:val="009263FB"/>
    <w:rsid w:val="00945870"/>
    <w:rsid w:val="00945B30"/>
    <w:rsid w:val="0095375E"/>
    <w:rsid w:val="00954C06"/>
    <w:rsid w:val="009668AF"/>
    <w:rsid w:val="009779A0"/>
    <w:rsid w:val="00985438"/>
    <w:rsid w:val="00985EAB"/>
    <w:rsid w:val="009905B9"/>
    <w:rsid w:val="009A1C00"/>
    <w:rsid w:val="009A577F"/>
    <w:rsid w:val="009A681E"/>
    <w:rsid w:val="009A6AC4"/>
    <w:rsid w:val="009B41D2"/>
    <w:rsid w:val="009B5400"/>
    <w:rsid w:val="009B5A1C"/>
    <w:rsid w:val="009C4B45"/>
    <w:rsid w:val="009D73C1"/>
    <w:rsid w:val="009E156B"/>
    <w:rsid w:val="009E1C32"/>
    <w:rsid w:val="009E231F"/>
    <w:rsid w:val="009F09AF"/>
    <w:rsid w:val="009F3633"/>
    <w:rsid w:val="009F6E17"/>
    <w:rsid w:val="00A010FB"/>
    <w:rsid w:val="00A013E3"/>
    <w:rsid w:val="00A0760E"/>
    <w:rsid w:val="00A135EE"/>
    <w:rsid w:val="00A13D84"/>
    <w:rsid w:val="00A23D2C"/>
    <w:rsid w:val="00A253AC"/>
    <w:rsid w:val="00A30B73"/>
    <w:rsid w:val="00A54211"/>
    <w:rsid w:val="00A553D7"/>
    <w:rsid w:val="00A554AF"/>
    <w:rsid w:val="00A81C54"/>
    <w:rsid w:val="00A82A84"/>
    <w:rsid w:val="00A8406E"/>
    <w:rsid w:val="00A87CED"/>
    <w:rsid w:val="00A929BF"/>
    <w:rsid w:val="00A94AE2"/>
    <w:rsid w:val="00AB0341"/>
    <w:rsid w:val="00AB0922"/>
    <w:rsid w:val="00AB7947"/>
    <w:rsid w:val="00AC501A"/>
    <w:rsid w:val="00AD4D8B"/>
    <w:rsid w:val="00AE1BDD"/>
    <w:rsid w:val="00AE2A5C"/>
    <w:rsid w:val="00AE4107"/>
    <w:rsid w:val="00AE5367"/>
    <w:rsid w:val="00AE60D3"/>
    <w:rsid w:val="00AF4166"/>
    <w:rsid w:val="00B013E2"/>
    <w:rsid w:val="00B11345"/>
    <w:rsid w:val="00B1566C"/>
    <w:rsid w:val="00B16CA2"/>
    <w:rsid w:val="00B27F25"/>
    <w:rsid w:val="00B3286D"/>
    <w:rsid w:val="00B34F45"/>
    <w:rsid w:val="00B43936"/>
    <w:rsid w:val="00B44319"/>
    <w:rsid w:val="00B5295B"/>
    <w:rsid w:val="00B6053C"/>
    <w:rsid w:val="00B64948"/>
    <w:rsid w:val="00B75D35"/>
    <w:rsid w:val="00B86E7E"/>
    <w:rsid w:val="00B96709"/>
    <w:rsid w:val="00B97E3F"/>
    <w:rsid w:val="00BA020D"/>
    <w:rsid w:val="00BA69F5"/>
    <w:rsid w:val="00BB09D9"/>
    <w:rsid w:val="00BB1814"/>
    <w:rsid w:val="00BB6987"/>
    <w:rsid w:val="00BC1A52"/>
    <w:rsid w:val="00BC3D16"/>
    <w:rsid w:val="00BD4D24"/>
    <w:rsid w:val="00BD7960"/>
    <w:rsid w:val="00BE587E"/>
    <w:rsid w:val="00BF1FA8"/>
    <w:rsid w:val="00BF39DF"/>
    <w:rsid w:val="00C049FD"/>
    <w:rsid w:val="00C05A58"/>
    <w:rsid w:val="00C14284"/>
    <w:rsid w:val="00C304F5"/>
    <w:rsid w:val="00C3392D"/>
    <w:rsid w:val="00C33E28"/>
    <w:rsid w:val="00C46DC2"/>
    <w:rsid w:val="00C51006"/>
    <w:rsid w:val="00C64487"/>
    <w:rsid w:val="00C66982"/>
    <w:rsid w:val="00C70BAB"/>
    <w:rsid w:val="00C808C3"/>
    <w:rsid w:val="00C82D87"/>
    <w:rsid w:val="00C83E9E"/>
    <w:rsid w:val="00C85FA2"/>
    <w:rsid w:val="00C86EAD"/>
    <w:rsid w:val="00CA1920"/>
    <w:rsid w:val="00CA3A8E"/>
    <w:rsid w:val="00CA48FC"/>
    <w:rsid w:val="00CB71A9"/>
    <w:rsid w:val="00CC55B4"/>
    <w:rsid w:val="00CC57A7"/>
    <w:rsid w:val="00CD3DD7"/>
    <w:rsid w:val="00CD4518"/>
    <w:rsid w:val="00CD5D54"/>
    <w:rsid w:val="00D0147F"/>
    <w:rsid w:val="00D30E54"/>
    <w:rsid w:val="00D3172E"/>
    <w:rsid w:val="00D3184F"/>
    <w:rsid w:val="00D33323"/>
    <w:rsid w:val="00D33387"/>
    <w:rsid w:val="00D4206C"/>
    <w:rsid w:val="00D42A67"/>
    <w:rsid w:val="00D44AF1"/>
    <w:rsid w:val="00D460B0"/>
    <w:rsid w:val="00D52F5D"/>
    <w:rsid w:val="00D54389"/>
    <w:rsid w:val="00D54795"/>
    <w:rsid w:val="00D62EFD"/>
    <w:rsid w:val="00D6741B"/>
    <w:rsid w:val="00D72BBA"/>
    <w:rsid w:val="00D72BEC"/>
    <w:rsid w:val="00D77F72"/>
    <w:rsid w:val="00D84AED"/>
    <w:rsid w:val="00D850A8"/>
    <w:rsid w:val="00D91146"/>
    <w:rsid w:val="00D97D65"/>
    <w:rsid w:val="00DA086F"/>
    <w:rsid w:val="00DA0A13"/>
    <w:rsid w:val="00DA3BFD"/>
    <w:rsid w:val="00DB602D"/>
    <w:rsid w:val="00DC3BE8"/>
    <w:rsid w:val="00DD3D13"/>
    <w:rsid w:val="00DE26BC"/>
    <w:rsid w:val="00DE4002"/>
    <w:rsid w:val="00E120EA"/>
    <w:rsid w:val="00E26F48"/>
    <w:rsid w:val="00E416E5"/>
    <w:rsid w:val="00E424D5"/>
    <w:rsid w:val="00E51B9F"/>
    <w:rsid w:val="00E52BB2"/>
    <w:rsid w:val="00E60DDA"/>
    <w:rsid w:val="00E62001"/>
    <w:rsid w:val="00E949EC"/>
    <w:rsid w:val="00E95BEC"/>
    <w:rsid w:val="00EA00C6"/>
    <w:rsid w:val="00EA2089"/>
    <w:rsid w:val="00EA6343"/>
    <w:rsid w:val="00EB139F"/>
    <w:rsid w:val="00EB59D1"/>
    <w:rsid w:val="00EB5E9E"/>
    <w:rsid w:val="00ED4BD6"/>
    <w:rsid w:val="00ED57F1"/>
    <w:rsid w:val="00EE3A8C"/>
    <w:rsid w:val="00EF247D"/>
    <w:rsid w:val="00EF4221"/>
    <w:rsid w:val="00EF7BE9"/>
    <w:rsid w:val="00F00EC6"/>
    <w:rsid w:val="00F01598"/>
    <w:rsid w:val="00F05452"/>
    <w:rsid w:val="00F1038D"/>
    <w:rsid w:val="00F170BF"/>
    <w:rsid w:val="00F30345"/>
    <w:rsid w:val="00F3306A"/>
    <w:rsid w:val="00F33FB0"/>
    <w:rsid w:val="00F37B2B"/>
    <w:rsid w:val="00F41AC3"/>
    <w:rsid w:val="00F43524"/>
    <w:rsid w:val="00F4561C"/>
    <w:rsid w:val="00F52190"/>
    <w:rsid w:val="00F55E79"/>
    <w:rsid w:val="00F56DE2"/>
    <w:rsid w:val="00F62C22"/>
    <w:rsid w:val="00F72924"/>
    <w:rsid w:val="00F828F1"/>
    <w:rsid w:val="00F8765C"/>
    <w:rsid w:val="00F923F3"/>
    <w:rsid w:val="00F94FE6"/>
    <w:rsid w:val="00F96D09"/>
    <w:rsid w:val="00F96E71"/>
    <w:rsid w:val="00FA0A54"/>
    <w:rsid w:val="00FA3D16"/>
    <w:rsid w:val="00FC6781"/>
    <w:rsid w:val="00FD5CE5"/>
    <w:rsid w:val="00FD6095"/>
    <w:rsid w:val="00FD7E9E"/>
    <w:rsid w:val="00FF4E88"/>
    <w:rsid w:val="00FF5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D2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E1D3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next w:val="Normal"/>
    <w:uiPriority w:val="99"/>
    <w:semiHidden/>
    <w:rsid w:val="00307471"/>
    <w:pPr>
      <w:spacing w:after="160"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1</Pages>
  <Words>257</Words>
  <Characters>1467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USER</cp:lastModifiedBy>
  <cp:revision>21</cp:revision>
  <cp:lastPrinted>2017-07-21T10:29:00Z</cp:lastPrinted>
  <dcterms:created xsi:type="dcterms:W3CDTF">2017-06-01T05:34:00Z</dcterms:created>
  <dcterms:modified xsi:type="dcterms:W3CDTF">2017-07-21T12:31:00Z</dcterms:modified>
</cp:coreProperties>
</file>